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DB8" w:rsidRPr="0075161A" w:rsidRDefault="0075161A" w:rsidP="0075161A">
      <w:pPr>
        <w:tabs>
          <w:tab w:val="left" w:pos="9356"/>
        </w:tabs>
        <w:spacing w:line="276" w:lineRule="auto"/>
        <w:ind w:right="-710"/>
        <w:rPr>
          <w:rFonts w:ascii="Verdana" w:hAnsi="Verdana"/>
          <w:sz w:val="16"/>
          <w:szCs w:val="16"/>
        </w:rPr>
      </w:pPr>
      <w:r w:rsidRPr="0075161A">
        <w:rPr>
          <w:rFonts w:ascii="Verdana" w:hAnsi="Verdana"/>
          <w:sz w:val="16"/>
          <w:szCs w:val="16"/>
        </w:rPr>
        <w:t>Příloha č. 1 Rámcové dohody</w:t>
      </w:r>
    </w:p>
    <w:p w:rsidR="00C92DB8" w:rsidRPr="00A94233" w:rsidRDefault="00C92DB8" w:rsidP="00C92DB8">
      <w:pPr>
        <w:tabs>
          <w:tab w:val="left" w:pos="9356"/>
        </w:tabs>
        <w:spacing w:line="276" w:lineRule="auto"/>
        <w:ind w:right="-710"/>
        <w:jc w:val="center"/>
        <w:rPr>
          <w:rFonts w:ascii="Verdana" w:hAnsi="Verdana"/>
          <w:sz w:val="22"/>
          <w:szCs w:val="22"/>
        </w:rPr>
      </w:pPr>
    </w:p>
    <w:p w:rsidR="00127E83" w:rsidRPr="00A94233" w:rsidRDefault="00127E83" w:rsidP="00127E83">
      <w:pPr>
        <w:tabs>
          <w:tab w:val="left" w:pos="9356"/>
        </w:tabs>
        <w:spacing w:line="276" w:lineRule="auto"/>
        <w:ind w:right="-710"/>
        <w:jc w:val="center"/>
        <w:rPr>
          <w:rFonts w:ascii="Verdana" w:hAnsi="Verdana"/>
          <w:sz w:val="22"/>
          <w:szCs w:val="22"/>
        </w:rPr>
      </w:pPr>
    </w:p>
    <w:p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rsidR="00127E83" w:rsidRPr="00A94233" w:rsidRDefault="00127E83" w:rsidP="00127E83">
      <w:pPr>
        <w:pStyle w:val="Zptenadresanaoblku"/>
        <w:spacing w:line="276" w:lineRule="auto"/>
        <w:jc w:val="both"/>
        <w:rPr>
          <w:rFonts w:ascii="Verdana" w:hAnsi="Verdana"/>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bookmarkStart w:id="0" w:name="_GoBack"/>
      <w:bookmarkEnd w:id="0"/>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rsidR="00127E83" w:rsidRPr="00DF5B9D" w:rsidRDefault="00127E83" w:rsidP="00127E83">
      <w:pPr>
        <w:pStyle w:val="Zptenadresanaoblku"/>
        <w:spacing w:line="276" w:lineRule="auto"/>
        <w:jc w:val="both"/>
        <w:rPr>
          <w:rFonts w:ascii="Verdana" w:hAnsi="Verdana"/>
          <w:b/>
          <w:sz w:val="18"/>
          <w:szCs w:val="18"/>
        </w:rPr>
      </w:pPr>
    </w:p>
    <w:p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E45B72">
          <w:rPr>
            <w:rFonts w:ascii="Verdana" w:hAnsi="Verdana"/>
            <w:noProof/>
            <w:webHidden/>
            <w:sz w:val="18"/>
            <w:szCs w:val="18"/>
          </w:rPr>
          <w:t>2</w:t>
        </w:r>
        <w:r w:rsidR="00CB29BA"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3" w:history="1">
        <w:r w:rsidRPr="00DF5B9D">
          <w:rPr>
            <w:rStyle w:val="Hypertextovodkaz"/>
            <w:rFonts w:ascii="Verdana" w:hAnsi="Verdana"/>
            <w:noProof/>
            <w:sz w:val="18"/>
            <w:szCs w:val="18"/>
          </w:rPr>
          <w:t>ČÁST 2 -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4" w:history="1">
        <w:r w:rsidRPr="00DF5B9D">
          <w:rPr>
            <w:rStyle w:val="Hypertextovodkaz"/>
            <w:rFonts w:ascii="Verdana" w:hAnsi="Verdana"/>
            <w:noProof/>
            <w:sz w:val="18"/>
            <w:szCs w:val="18"/>
          </w:rPr>
          <w:t>ČÁST 3 - CENA A PLATEBNÍ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5" w:history="1">
        <w:r w:rsidRPr="00DF5B9D">
          <w:rPr>
            <w:rStyle w:val="Hypertextovodkaz"/>
            <w:rFonts w:ascii="Verdana" w:hAnsi="Verdana"/>
            <w:noProof/>
            <w:sz w:val="18"/>
            <w:szCs w:val="18"/>
          </w:rPr>
          <w:t>ČÁST 4 - MÍSTO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6" w:history="1">
        <w:r w:rsidRPr="00DF5B9D">
          <w:rPr>
            <w:rStyle w:val="Hypertextovodkaz"/>
            <w:rFonts w:ascii="Verdana" w:hAnsi="Verdana"/>
            <w:noProof/>
            <w:sz w:val="18"/>
            <w:szCs w:val="18"/>
          </w:rPr>
          <w:t>ČÁST 5 - DOBA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7" w:history="1">
        <w:r w:rsidRPr="00DF5B9D">
          <w:rPr>
            <w:rStyle w:val="Hypertextovodkaz"/>
            <w:rFonts w:ascii="Verdana" w:hAnsi="Verdana"/>
            <w:noProof/>
            <w:sz w:val="18"/>
            <w:szCs w:val="18"/>
          </w:rPr>
          <w:t>ČÁST 6 - PŘEPRAVA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_Toc531967637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8" w:history="1">
        <w:r w:rsidRPr="00DF5B9D">
          <w:rPr>
            <w:rStyle w:val="Hypertextovodkaz"/>
            <w:rFonts w:ascii="Verdana" w:hAnsi="Verdana"/>
            <w:noProof/>
            <w:sz w:val="18"/>
            <w:szCs w:val="18"/>
          </w:rPr>
          <w:t>ČÁST 7 - DALŠÍ DODACÍ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_Toc531967638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9" w:history="1">
        <w:r w:rsidRPr="00DF5B9D">
          <w:rPr>
            <w:rStyle w:val="Hypertextovodkaz"/>
            <w:rFonts w:ascii="Verdana" w:hAnsi="Verdana"/>
            <w:noProof/>
            <w:sz w:val="18"/>
            <w:szCs w:val="18"/>
          </w:rPr>
          <w:t>ČÁST 8 - PŘEDÁNÍ A PŘEVZETÍ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_Toc531967639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0" w:history="1">
        <w:r w:rsidRPr="00DF5B9D">
          <w:rPr>
            <w:rStyle w:val="Hypertextovodkaz"/>
            <w:rFonts w:ascii="Verdana" w:hAnsi="Verdana"/>
            <w:noProof/>
            <w:sz w:val="18"/>
            <w:szCs w:val="18"/>
          </w:rPr>
          <w:t>ČÁST 9 - PŘECHOD VLASTNICKÉHO PRÁVA A NEBEZPEČÍ ŠKODY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_Toc531967640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1" w:history="1">
        <w:r w:rsidRPr="00DF5B9D">
          <w:rPr>
            <w:rStyle w:val="Hypertextovodkaz"/>
            <w:rFonts w:ascii="Verdana" w:hAnsi="Verdana"/>
            <w:noProof/>
            <w:sz w:val="18"/>
            <w:szCs w:val="18"/>
          </w:rPr>
          <w:t>ČÁST 10 - VADY PLNĚNÍ A ZÁRUKA</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_Toc531967641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2" w:history="1">
        <w:r w:rsidRPr="00DF5B9D">
          <w:rPr>
            <w:rStyle w:val="Hypertextovodkaz"/>
            <w:rFonts w:ascii="Verdana" w:hAnsi="Verdana"/>
            <w:noProof/>
            <w:sz w:val="18"/>
            <w:szCs w:val="18"/>
          </w:rPr>
          <w:t>ČÁST 11 - UPLATNĚNÍ PRÁV Z VADNÉHO PLNĚNÍ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_Toc531967642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3" w:history="1">
        <w:r w:rsidRPr="00DF5B9D">
          <w:rPr>
            <w:rStyle w:val="Hypertextovodkaz"/>
            <w:rFonts w:ascii="Verdana" w:hAnsi="Verdana"/>
            <w:noProof/>
            <w:sz w:val="18"/>
            <w:szCs w:val="18"/>
          </w:rPr>
          <w:t>ČÁST 12 - PODMÍNKY ODSTRANĚNÍ VAD</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4" w:history="1">
        <w:r w:rsidRPr="00DF5B9D">
          <w:rPr>
            <w:rStyle w:val="Hypertextovodkaz"/>
            <w:rFonts w:ascii="Verdana" w:hAnsi="Verdana"/>
            <w:noProof/>
            <w:sz w:val="18"/>
            <w:szCs w:val="18"/>
          </w:rPr>
          <w:t>ČÁST 13 - SANKCE</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5" w:history="1">
        <w:r w:rsidRPr="00DF5B9D">
          <w:rPr>
            <w:rStyle w:val="Hypertextovodkaz"/>
            <w:rFonts w:ascii="Verdana" w:hAnsi="Verdana"/>
            <w:noProof/>
            <w:sz w:val="18"/>
            <w:szCs w:val="18"/>
          </w:rPr>
          <w:t>ČÁST 14 - ODSTOUPENÍ OD RÁMCOVÉ DOHODY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6" w:history="1">
        <w:r w:rsidRPr="00DF5B9D">
          <w:rPr>
            <w:rStyle w:val="Hypertextovodkaz"/>
            <w:rFonts w:ascii="Verdana" w:hAnsi="Verdana"/>
            <w:noProof/>
            <w:sz w:val="18"/>
            <w:szCs w:val="18"/>
          </w:rPr>
          <w:t>ČÁST 15 - OSTATNÍ UJEDNÁNÍ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E45B72">
          <w:rPr>
            <w:rFonts w:ascii="Verdana" w:hAnsi="Verdana"/>
            <w:noProof/>
            <w:webHidden/>
            <w:sz w:val="18"/>
            <w:szCs w:val="18"/>
          </w:rPr>
          <w:t>2</w:t>
        </w:r>
        <w:r w:rsidRPr="00DF5B9D">
          <w:rPr>
            <w:rFonts w:ascii="Verdana" w:hAnsi="Verdana"/>
            <w:noProof/>
            <w:webHidden/>
            <w:sz w:val="18"/>
            <w:szCs w:val="18"/>
          </w:rPr>
          <w:fldChar w:fldCharType="end"/>
        </w:r>
      </w:hyperlink>
    </w:p>
    <w:p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531967632"/>
      <w:r w:rsidRPr="00A94233">
        <w:rPr>
          <w:rFonts w:ascii="Verdana" w:hAnsi="Verdana"/>
        </w:rPr>
        <w:lastRenderedPageBreak/>
        <w:t>ÚVODNÍ USTANOVENÍ</w:t>
      </w:r>
      <w:bookmarkEnd w:id="1"/>
    </w:p>
    <w:p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rsidR="00127E83" w:rsidRPr="00DF5B9D" w:rsidRDefault="00A66467"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 xml:space="preserve">CTD </w:t>
      </w:r>
      <w:r>
        <w:rPr>
          <w:rFonts w:ascii="Verdana" w:hAnsi="Verdana"/>
          <w:sz w:val="18"/>
          <w:szCs w:val="18"/>
        </w:rPr>
        <w:t>– Centrum telematiky a diagnostiky</w:t>
      </w:r>
      <w:r w:rsidR="00127E83" w:rsidRPr="00DF5B9D">
        <w:rPr>
          <w:rFonts w:ascii="Verdana" w:hAnsi="Verdana"/>
          <w:sz w:val="18"/>
          <w:szCs w:val="18"/>
        </w:rPr>
        <w:t>, jako organizační jednotka Kupujícího.</w:t>
      </w:r>
    </w:p>
    <w:p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lastRenderedPageBreak/>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7633"/>
      <w:r w:rsidRPr="00A94233">
        <w:rPr>
          <w:rFonts w:ascii="Verdana" w:hAnsi="Verdana"/>
        </w:rPr>
        <w:t>ZBOŽÍ</w:t>
      </w:r>
      <w:bookmarkEnd w:id="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634"/>
      <w:r w:rsidRPr="00A94233">
        <w:rPr>
          <w:rFonts w:ascii="Verdana" w:hAnsi="Verdana"/>
        </w:rPr>
        <w:t>CENA A PLATEBNÍ PODMÍNKY</w:t>
      </w:r>
      <w:bookmarkEnd w:id="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dle  §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Stanoví-li Výzva k úhradě splatnost delší než je jako minimální stanovena v předchozím odstavci,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5"/>
      <w:r w:rsidRPr="00A94233">
        <w:rPr>
          <w:rFonts w:ascii="Verdana" w:hAnsi="Verdana"/>
        </w:rPr>
        <w:t xml:space="preserve">MÍSTO DODÁNÍ </w:t>
      </w:r>
      <w:r w:rsidR="00D317FF" w:rsidRPr="00A94233">
        <w:rPr>
          <w:rFonts w:ascii="Verdana" w:hAnsi="Verdana"/>
        </w:rPr>
        <w:t>ZBOŽÍ</w:t>
      </w:r>
      <w:bookmarkEnd w:id="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531967636"/>
      <w:r w:rsidRPr="00A94233">
        <w:rPr>
          <w:rFonts w:ascii="Verdana" w:hAnsi="Verdana"/>
        </w:rPr>
        <w:t xml:space="preserve">DOBA DODÁNÍ </w:t>
      </w:r>
      <w:r w:rsidR="00D317FF" w:rsidRPr="00A94233">
        <w:rPr>
          <w:rFonts w:ascii="Verdana" w:hAnsi="Verdana"/>
        </w:rPr>
        <w:t>ZBOŽÍ</w:t>
      </w:r>
      <w:bookmarkEnd w:id="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7"/>
      <w:r w:rsidRPr="00A94233">
        <w:rPr>
          <w:rFonts w:ascii="Verdana" w:hAnsi="Verdana"/>
        </w:rPr>
        <w:t xml:space="preserve">PŘEPRAVA </w:t>
      </w:r>
      <w:r w:rsidR="00D317FF" w:rsidRPr="00A94233">
        <w:rPr>
          <w:rFonts w:ascii="Verdana" w:hAnsi="Verdana"/>
        </w:rPr>
        <w:t>ZBOŽÍ</w:t>
      </w:r>
      <w:bookmarkEnd w:id="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E45B72">
        <w:rPr>
          <w:rFonts w:ascii="Verdana" w:hAnsi="Verdana"/>
          <w:sz w:val="18"/>
          <w:szCs w:val="18"/>
        </w:rPr>
        <w:t>ČÁST</w:t>
      </w:r>
      <w:proofErr w:type="spellEnd"/>
      <w:r w:rsidR="00E45B72">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w:t>
      </w:r>
      <w:r w:rsidRPr="00DF5B9D">
        <w:rPr>
          <w:rFonts w:ascii="Verdana" w:hAnsi="Verdana"/>
          <w:sz w:val="18"/>
          <w:szCs w:val="18"/>
        </w:rPr>
        <w:lastRenderedPageBreak/>
        <w:t xml:space="preserve">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531967638"/>
      <w:r w:rsidRPr="00A94233">
        <w:rPr>
          <w:rFonts w:ascii="Verdana" w:hAnsi="Verdana"/>
        </w:rPr>
        <w:t>DALŠÍ DODACÍ PODMÍNKY</w:t>
      </w:r>
      <w:bookmarkEnd w:id="1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531967639"/>
      <w:r w:rsidRPr="00A94233">
        <w:rPr>
          <w:rFonts w:ascii="Verdana" w:hAnsi="Verdana"/>
        </w:rPr>
        <w:t xml:space="preserve">PŘEDÁNÍ A PŘEVZETÍ </w:t>
      </w:r>
      <w:bookmarkEnd w:id="11"/>
      <w:bookmarkEnd w:id="12"/>
      <w:r w:rsidR="00D317FF" w:rsidRPr="00A94233">
        <w:rPr>
          <w:rFonts w:ascii="Verdana" w:hAnsi="Verdana"/>
        </w:rPr>
        <w:t>ZBOŽÍ</w:t>
      </w:r>
      <w:bookmarkEnd w:id="1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0"/>
      <w:r w:rsidRPr="00A94233">
        <w:rPr>
          <w:rFonts w:ascii="Verdana" w:hAnsi="Verdana"/>
        </w:rPr>
        <w:t>PŘECHOD VLASTNICKÉHO PRÁVA A NEBEZPEČÍ ŠKODY</w:t>
      </w:r>
      <w:bookmarkEnd w:id="1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641"/>
      <w:r w:rsidRPr="00A94233">
        <w:rPr>
          <w:rFonts w:ascii="Verdana" w:hAnsi="Verdana"/>
        </w:rPr>
        <w:t>VADY PLNĚNÍ A ZÁRUKA</w:t>
      </w:r>
      <w:bookmarkEnd w:id="1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lastRenderedPageBreak/>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E45B72">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E45B72">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642"/>
      <w:r w:rsidRPr="00A94233">
        <w:rPr>
          <w:rFonts w:ascii="Verdana" w:hAnsi="Verdana"/>
        </w:rPr>
        <w:t>UPLATNĚNÍ PRÁV Z VADNÉHO PLNĚNÍ</w:t>
      </w:r>
      <w:bookmarkEnd w:id="1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531967643"/>
      <w:r w:rsidRPr="00A94233">
        <w:rPr>
          <w:rFonts w:ascii="Verdana" w:hAnsi="Verdana"/>
        </w:rPr>
        <w:t>PODMÍNKY ODSTRANĚNÍ VAD</w:t>
      </w:r>
      <w:bookmarkEnd w:id="2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Rámcové dohody</w:t>
      </w:r>
      <w:r w:rsidRPr="00DF5B9D">
        <w:rPr>
          <w:rFonts w:ascii="Verdana" w:hAnsi="Verdana"/>
          <w:sz w:val="18"/>
          <w:szCs w:val="18"/>
        </w:rPr>
        <w:t>,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4"/>
      <w:r w:rsidRPr="00A94233">
        <w:rPr>
          <w:rFonts w:ascii="Verdana" w:hAnsi="Verdana"/>
        </w:rPr>
        <w:lastRenderedPageBreak/>
        <w:t>SANKCE</w:t>
      </w:r>
      <w:bookmarkEnd w:id="2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 xml:space="preserve"> ve sjednané době, je povinen uhradit Prodávajícímu úrok z prodlení ve výši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rsidR="008874A1" w:rsidRPr="00DF5B9D" w:rsidRDefault="008874A1" w:rsidP="00614ADB">
      <w:pPr>
        <w:overflowPunct/>
        <w:autoSpaceDE/>
        <w:autoSpaceDN/>
        <w:adjustRightInd/>
        <w:spacing w:line="276" w:lineRule="auto"/>
        <w:ind w:left="567"/>
        <w:jc w:val="both"/>
        <w:textAlignment w:val="auto"/>
        <w:rPr>
          <w:rFonts w:ascii="Verdana" w:hAnsi="Verdana"/>
          <w:sz w:val="18"/>
          <w:szCs w:val="18"/>
        </w:rPr>
      </w:pP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5"/>
      <w:r w:rsidRPr="00A94233">
        <w:rPr>
          <w:rFonts w:ascii="Verdana" w:hAnsi="Verdana"/>
        </w:rPr>
        <w:t xml:space="preserve">ODSTOUPENÍ OD </w:t>
      </w:r>
      <w:r w:rsidR="00C82B41" w:rsidRPr="00A94233">
        <w:rPr>
          <w:rFonts w:ascii="Verdana" w:hAnsi="Verdana"/>
        </w:rPr>
        <w:t>RÁMCOVÉ DOHODY</w:t>
      </w:r>
      <w:bookmarkEnd w:id="2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105</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531967646"/>
      <w:r w:rsidRPr="00A94233">
        <w:rPr>
          <w:rFonts w:ascii="Verdana" w:hAnsi="Verdana"/>
        </w:rPr>
        <w:t>OSTATNÍ UJEDNÁNÍ</w:t>
      </w:r>
      <w:bookmarkEnd w:id="2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2E1" w:rsidRDefault="00AE42E1">
      <w:r>
        <w:separator/>
      </w:r>
    </w:p>
  </w:endnote>
  <w:endnote w:type="continuationSeparator" w:id="0">
    <w:p w:rsidR="00AE42E1" w:rsidRDefault="00AE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75161A">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75161A">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rsidTr="00AD77A9">
      <w:tc>
        <w:tcPr>
          <w:tcW w:w="1361" w:type="dxa"/>
          <w:shd w:val="clear" w:color="auto" w:fill="auto"/>
          <w:tcMar>
            <w:left w:w="0" w:type="dxa"/>
            <w:right w:w="0" w:type="dxa"/>
          </w:tcMar>
          <w:vAlign w:val="bottom"/>
        </w:tcPr>
        <w:p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75161A">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75161A">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2E1" w:rsidRDefault="00AE42E1">
      <w:r>
        <w:separator/>
      </w:r>
    </w:p>
  </w:footnote>
  <w:footnote w:type="continuationSeparator" w:id="0">
    <w:p w:rsidR="00AE42E1" w:rsidRDefault="00AE4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569" w:rsidRDefault="00A66467" w:rsidP="00A0727A">
    <w:pPr>
      <w:pStyle w:val="Zhlav"/>
      <w:tabs>
        <w:tab w:val="clear" w:pos="4536"/>
      </w:tabs>
      <w:spacing w:after="120"/>
    </w:pPr>
    <w:r>
      <w:rPr>
        <w:noProof/>
      </w:rPr>
      <w:drawing>
        <wp:anchor distT="0" distB="0" distL="114300" distR="114300" simplePos="0" relativeHeight="251657728" behindDoc="0" locked="1" layoutInCell="1" allowOverlap="1">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pStyle w:val="Nadpis1"/>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64E1"/>
    <w:rsid w:val="00007DF0"/>
    <w:rsid w:val="00012D5D"/>
    <w:rsid w:val="0001429D"/>
    <w:rsid w:val="00017FDA"/>
    <w:rsid w:val="00023598"/>
    <w:rsid w:val="00024E2C"/>
    <w:rsid w:val="000368A5"/>
    <w:rsid w:val="00042FA0"/>
    <w:rsid w:val="00054E0E"/>
    <w:rsid w:val="0006692E"/>
    <w:rsid w:val="000704FE"/>
    <w:rsid w:val="000714B9"/>
    <w:rsid w:val="00071B37"/>
    <w:rsid w:val="000755A8"/>
    <w:rsid w:val="000812C3"/>
    <w:rsid w:val="000813AD"/>
    <w:rsid w:val="000B186D"/>
    <w:rsid w:val="000B2E73"/>
    <w:rsid w:val="000C178A"/>
    <w:rsid w:val="000C1B13"/>
    <w:rsid w:val="000C5655"/>
    <w:rsid w:val="000C58CB"/>
    <w:rsid w:val="000C5F3B"/>
    <w:rsid w:val="000C6C31"/>
    <w:rsid w:val="000D2C8B"/>
    <w:rsid w:val="000D304C"/>
    <w:rsid w:val="000E3769"/>
    <w:rsid w:val="000E3C5F"/>
    <w:rsid w:val="000E3F0E"/>
    <w:rsid w:val="000E4AA8"/>
    <w:rsid w:val="000E7F69"/>
    <w:rsid w:val="0010003C"/>
    <w:rsid w:val="00103654"/>
    <w:rsid w:val="0010505E"/>
    <w:rsid w:val="00107E2C"/>
    <w:rsid w:val="0011518B"/>
    <w:rsid w:val="001153A1"/>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B0342"/>
    <w:rsid w:val="001B1544"/>
    <w:rsid w:val="001C7502"/>
    <w:rsid w:val="001E28B4"/>
    <w:rsid w:val="001E3799"/>
    <w:rsid w:val="001E583E"/>
    <w:rsid w:val="001F0854"/>
    <w:rsid w:val="001F1A3A"/>
    <w:rsid w:val="001F4C2B"/>
    <w:rsid w:val="002012B8"/>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E2600"/>
    <w:rsid w:val="005E3966"/>
    <w:rsid w:val="005F0BB9"/>
    <w:rsid w:val="00603A84"/>
    <w:rsid w:val="00614ADB"/>
    <w:rsid w:val="00614B90"/>
    <w:rsid w:val="00614E06"/>
    <w:rsid w:val="0062697B"/>
    <w:rsid w:val="00627141"/>
    <w:rsid w:val="00642964"/>
    <w:rsid w:val="006473EB"/>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161A"/>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84777"/>
    <w:rsid w:val="009927D2"/>
    <w:rsid w:val="00996BEA"/>
    <w:rsid w:val="00996D37"/>
    <w:rsid w:val="009A2839"/>
    <w:rsid w:val="009A67CF"/>
    <w:rsid w:val="009B5C7A"/>
    <w:rsid w:val="009C061C"/>
    <w:rsid w:val="009D0B9F"/>
    <w:rsid w:val="009D5157"/>
    <w:rsid w:val="009D7D34"/>
    <w:rsid w:val="009E005D"/>
    <w:rsid w:val="009E7E0A"/>
    <w:rsid w:val="009F1BD5"/>
    <w:rsid w:val="009F2BE7"/>
    <w:rsid w:val="009F5554"/>
    <w:rsid w:val="009F5F99"/>
    <w:rsid w:val="00A057DA"/>
    <w:rsid w:val="00A06D89"/>
    <w:rsid w:val="00A0727A"/>
    <w:rsid w:val="00A27650"/>
    <w:rsid w:val="00A318E0"/>
    <w:rsid w:val="00A338B3"/>
    <w:rsid w:val="00A413C0"/>
    <w:rsid w:val="00A42378"/>
    <w:rsid w:val="00A43809"/>
    <w:rsid w:val="00A574EF"/>
    <w:rsid w:val="00A62A8A"/>
    <w:rsid w:val="00A66467"/>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C715A9C"/>
  <w15:chartTrackingRefBased/>
  <w15:docId w15:val="{C77B61B0-2166-49BB-9D67-A26EDB2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BodyText2">
    <w:name w:val="Body Text 2"/>
    <w:basedOn w:val="Normln"/>
    <w:pPr>
      <w:spacing w:after="240"/>
      <w:ind w:firstLine="709"/>
      <w:jc w:val="both"/>
    </w:pPr>
  </w:style>
  <w:style w:type="character" w:customStyle="1" w:styleId="Hyperlink">
    <w:name w:val="Hyperlink"/>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Hlavicky\Dopis%20S&#381;DC_ba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2.xml><?xml version="1.0" encoding="utf-8"?>
<ds:datastoreItem xmlns:ds="http://schemas.openxmlformats.org/officeDocument/2006/customXml" ds:itemID="{CDE8DF39-F326-487B-A7E7-C68D8A990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4.xml><?xml version="1.0" encoding="utf-8"?>
<ds:datastoreItem xmlns:ds="http://schemas.openxmlformats.org/officeDocument/2006/customXml" ds:itemID="{87787976-63DD-4F27-AB56-2965740643B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49CB7A0B-139F-457C-AA93-8F172C90A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SŽDC_bar.dot</Template>
  <TotalTime>0</TotalTime>
  <Pages>10</Pages>
  <Words>4559</Words>
  <Characters>27352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31848</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Kresová Petra</cp:lastModifiedBy>
  <cp:revision>3</cp:revision>
  <cp:lastPrinted>2012-11-15T11:14:00Z</cp:lastPrinted>
  <dcterms:created xsi:type="dcterms:W3CDTF">2022-07-21T12:19:00Z</dcterms:created>
  <dcterms:modified xsi:type="dcterms:W3CDTF">2022-07-21T12:19:00Z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